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6C0BBD" w:rsidP="00A0425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Údržba extravilánových prvků</w:t>
            </w:r>
            <w:r w:rsidR="00FB17A9">
              <w:rPr>
                <w:rFonts w:ascii="Arial" w:hAnsi="Arial" w:cs="Arial"/>
                <w:color w:val="FF0000"/>
                <w:sz w:val="24"/>
                <w:szCs w:val="24"/>
              </w:rPr>
              <w:t xml:space="preserve"> uherský brod</w:t>
            </w:r>
            <w:r w:rsidR="0045312E">
              <w:rPr>
                <w:rFonts w:ascii="Arial" w:hAnsi="Arial" w:cs="Arial"/>
                <w:color w:val="FF0000"/>
                <w:sz w:val="24"/>
                <w:szCs w:val="24"/>
              </w:rPr>
              <w:t xml:space="preserve"> – </w:t>
            </w:r>
            <w:r w:rsidR="00E814E3">
              <w:rPr>
                <w:rFonts w:ascii="Arial" w:hAnsi="Arial" w:cs="Arial"/>
                <w:color w:val="FF0000"/>
                <w:sz w:val="24"/>
                <w:szCs w:val="24"/>
              </w:rPr>
              <w:t>Král</w:t>
            </w:r>
            <w:r w:rsidR="00A04256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bookmarkStart w:id="0" w:name="_GoBack"/>
            <w:bookmarkEnd w:id="0"/>
            <w:r w:rsidR="00E814E3">
              <w:rPr>
                <w:rFonts w:ascii="Arial" w:hAnsi="Arial" w:cs="Arial"/>
                <w:color w:val="FF0000"/>
                <w:sz w:val="24"/>
                <w:szCs w:val="24"/>
              </w:rPr>
              <w:t xml:space="preserve">v </w:t>
            </w:r>
            <w:r w:rsidR="0045312E">
              <w:rPr>
                <w:rFonts w:ascii="Arial" w:hAnsi="Arial" w:cs="Arial"/>
                <w:color w:val="FF0000"/>
                <w:sz w:val="24"/>
                <w:szCs w:val="24"/>
              </w:rPr>
              <w:t xml:space="preserve">LBK8 </w:t>
            </w:r>
            <w:r w:rsidR="00FB17A9">
              <w:rPr>
                <w:rFonts w:ascii="Arial" w:hAnsi="Arial" w:cs="Arial"/>
                <w:color w:val="FF0000"/>
                <w:sz w:val="24"/>
                <w:szCs w:val="24"/>
              </w:rPr>
              <w:t>v roce 202</w:t>
            </w:r>
            <w:r w:rsidR="000F3CEB">
              <w:rPr>
                <w:rFonts w:ascii="Arial" w:hAnsi="Arial" w:cs="Arial"/>
                <w:color w:val="FF0000"/>
                <w:sz w:val="24"/>
                <w:szCs w:val="24"/>
              </w:rPr>
              <w:t>5</w:t>
            </w:r>
            <w:r w:rsidR="00FB17A9">
              <w:rPr>
                <w:rFonts w:ascii="Arial" w:hAnsi="Arial" w:cs="Arial"/>
                <w:color w:val="FF0000"/>
                <w:sz w:val="24"/>
                <w:szCs w:val="24"/>
              </w:rPr>
              <w:t xml:space="preserve"> – část </w:t>
            </w:r>
            <w:r w:rsidR="00E814E3">
              <w:rPr>
                <w:rFonts w:ascii="Arial" w:hAnsi="Arial" w:cs="Arial"/>
                <w:color w:val="FF0000"/>
                <w:sz w:val="24"/>
                <w:szCs w:val="24"/>
              </w:rPr>
              <w:t>3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6C0BBD" w:rsidP="006C0BBD">
            <w:pPr>
              <w:rPr>
                <w:szCs w:val="20"/>
              </w:rPr>
            </w:pPr>
            <w:r>
              <w:t>PhDr</w:t>
            </w:r>
            <w:r w:rsidR="00F11D04">
              <w:t xml:space="preserve">. </w:t>
            </w:r>
            <w:r>
              <w:t>Josef Ševčík</w:t>
            </w:r>
            <w:r w:rsidR="009B16E2"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11D04" w:rsidP="00FB17A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Oldřich Habrovanský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11D04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F11D04">
              <w:rPr>
                <w:szCs w:val="20"/>
              </w:rPr>
              <w:t>08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FB17A9" w:rsidP="00F11D04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</w:t>
            </w:r>
            <w:r w:rsidR="00F11D04">
              <w:rPr>
                <w:rFonts w:ascii="Arial" w:hAnsi="Arial" w:cs="Arial"/>
                <w:sz w:val="20"/>
              </w:rPr>
              <w:t>ldrich</w:t>
            </w:r>
            <w:r>
              <w:rPr>
                <w:rFonts w:ascii="Arial" w:hAnsi="Arial" w:cs="Arial"/>
                <w:sz w:val="20"/>
              </w:rPr>
              <w:t>.</w:t>
            </w:r>
            <w:r w:rsidR="00F11D04">
              <w:rPr>
                <w:rFonts w:ascii="Arial" w:hAnsi="Arial" w:cs="Arial"/>
                <w:sz w:val="20"/>
              </w:rPr>
              <w:t>habrovansky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  <w:r w:rsidR="00DD20E2">
              <w:rPr>
                <w:rFonts w:ascii="Arial" w:hAnsi="Arial" w:cs="Arial"/>
                <w:b/>
                <w:bCs/>
              </w:rPr>
              <w:t xml:space="preserve">- </w:t>
            </w:r>
            <w:r w:rsidR="00DD20E2" w:rsidRPr="00DD20E2">
              <w:rPr>
                <w:b/>
                <w:bCs/>
              </w:rPr>
              <w:t>2x seč/rok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B17A9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B17A9">
              <w:rPr>
                <w:highlight w:val="yellow"/>
              </w:rPr>
              <w:instrText xml:space="preserve"> FORMTEXT </w:instrText>
            </w:r>
            <w:r w:rsidRPr="00FB17A9">
              <w:rPr>
                <w:highlight w:val="yellow"/>
              </w:rPr>
            </w:r>
            <w:r w:rsidRPr="00FB17A9">
              <w:rPr>
                <w:highlight w:val="yellow"/>
              </w:rPr>
              <w:fldChar w:fldCharType="separate"/>
            </w:r>
            <w:r w:rsidRPr="00FB17A9">
              <w:rPr>
                <w:noProof/>
                <w:highlight w:val="yellow"/>
              </w:rPr>
              <w:t>..........................</w:t>
            </w:r>
            <w:r w:rsidRPr="00FB17A9">
              <w:rPr>
                <w:highlight w:val="yellow"/>
              </w:rPr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485D2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85D24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27BD1"/>
    <w:rsid w:val="00082A74"/>
    <w:rsid w:val="000925E0"/>
    <w:rsid w:val="000B7EBE"/>
    <w:rsid w:val="000C473A"/>
    <w:rsid w:val="000C5AE1"/>
    <w:rsid w:val="000D0185"/>
    <w:rsid w:val="000F3CEB"/>
    <w:rsid w:val="00100673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5312E"/>
    <w:rsid w:val="00467CDD"/>
    <w:rsid w:val="00482021"/>
    <w:rsid w:val="00482646"/>
    <w:rsid w:val="00485D24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0BBD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04256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427AD"/>
    <w:rsid w:val="00D536D8"/>
    <w:rsid w:val="00D57F44"/>
    <w:rsid w:val="00D85FB7"/>
    <w:rsid w:val="00DB3025"/>
    <w:rsid w:val="00DC7DF9"/>
    <w:rsid w:val="00DD20E2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14E3"/>
    <w:rsid w:val="00E86DCF"/>
    <w:rsid w:val="00E92520"/>
    <w:rsid w:val="00EB1989"/>
    <w:rsid w:val="00EC2165"/>
    <w:rsid w:val="00ED10D6"/>
    <w:rsid w:val="00F03382"/>
    <w:rsid w:val="00F03A0E"/>
    <w:rsid w:val="00F10FDC"/>
    <w:rsid w:val="00F11D04"/>
    <w:rsid w:val="00F2328E"/>
    <w:rsid w:val="00F5758E"/>
    <w:rsid w:val="00F650BD"/>
    <w:rsid w:val="00F67690"/>
    <w:rsid w:val="00F95DFF"/>
    <w:rsid w:val="00F95F5F"/>
    <w:rsid w:val="00F9675C"/>
    <w:rsid w:val="00FB17A9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129B6-C153-4358-8034-647BFF351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A2851D9B</Template>
  <TotalTime>3</TotalTime>
  <Pages>1</Pages>
  <Words>152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5</cp:revision>
  <cp:lastPrinted>2022-05-20T07:03:00Z</cp:lastPrinted>
  <dcterms:created xsi:type="dcterms:W3CDTF">2024-05-20T06:53:00Z</dcterms:created>
  <dcterms:modified xsi:type="dcterms:W3CDTF">2025-04-02T05:34:00Z</dcterms:modified>
</cp:coreProperties>
</file>